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8B73B8" w:rsidRDefault="00AA1495" w:rsidP="00AA1495">
      <w:pPr>
        <w:rPr>
          <w:rFonts w:ascii="Arial" w:hAnsi="Arial" w:cs="Arial"/>
          <w:szCs w:val="20"/>
        </w:rPr>
      </w:pPr>
    </w:p>
    <w:p w14:paraId="7F1CA82B" w14:textId="77777777" w:rsidR="008B73B8" w:rsidRPr="008B73B8" w:rsidRDefault="008B73B8" w:rsidP="008B73B8">
      <w:pPr>
        <w:pStyle w:val="Default"/>
        <w:rPr>
          <w:sz w:val="20"/>
          <w:szCs w:val="20"/>
          <w:u w:val="none"/>
          <w:lang w:val="nl-NL"/>
        </w:rPr>
      </w:pPr>
    </w:p>
    <w:p w14:paraId="096C79AE" w14:textId="3191106F" w:rsidR="008B73B8" w:rsidRDefault="008B73B8" w:rsidP="008B73B8">
      <w:pPr>
        <w:pStyle w:val="Default"/>
        <w:rPr>
          <w:sz w:val="20"/>
          <w:szCs w:val="20"/>
          <w:u w:val="none"/>
          <w:lang w:val="nl-NL"/>
        </w:rPr>
      </w:pPr>
      <w:r w:rsidRPr="008B73B8">
        <w:rPr>
          <w:sz w:val="20"/>
          <w:szCs w:val="20"/>
          <w:u w:val="none"/>
          <w:lang w:val="nl-NL"/>
        </w:rPr>
        <w:t xml:space="preserve">Mowgli en de wolven vieren groot feest, want Mowgli is jarig! Hij viert zijn verjaardag bij de Raadrots met al zijn vrienden. Ook Shanti is natuurlijk uitgenodigd en ze wacht aan de rand van Haveli op Bagheera, die haar naar het feest zal brengen. Na enige tijd komt niet Bagheera, maar Tabaqui en hij biedt Shanti aan haar naar het feest te brengen. Shanti vertrouwt het in eerste instantie niet, maar Tabaqui weet haar toch te overtuigen dat hij de kortste route naar de Raadrots weet. Shanti en Tabaqui zijn al enige tijd vertrokken, als Bagheera bij Haveli aankomt, waar hij tot de conclusie komt dat Shanti al vertrokken is. Bagheera vermoedt dat Shanti in gevaar is en sprint weer terug richting de Raadrots om om hulp te vragen. </w:t>
      </w:r>
    </w:p>
    <w:p w14:paraId="5D47EC19" w14:textId="77777777" w:rsidR="0059665D" w:rsidRPr="008B73B8" w:rsidRDefault="0059665D" w:rsidP="008B73B8">
      <w:pPr>
        <w:pStyle w:val="Default"/>
        <w:rPr>
          <w:sz w:val="20"/>
          <w:szCs w:val="20"/>
          <w:u w:val="none"/>
          <w:lang w:val="nl-NL"/>
        </w:rPr>
      </w:pPr>
    </w:p>
    <w:p w14:paraId="1E54EA4E" w14:textId="561ACB80" w:rsidR="008B73B8" w:rsidRDefault="008B73B8" w:rsidP="008B73B8">
      <w:pPr>
        <w:autoSpaceDE w:val="0"/>
        <w:autoSpaceDN w:val="0"/>
        <w:adjustRightInd w:val="0"/>
        <w:spacing w:line="240" w:lineRule="auto"/>
        <w:rPr>
          <w:rFonts w:ascii="Arial" w:eastAsiaTheme="minorHAnsi" w:hAnsi="Arial" w:cs="Arial"/>
          <w:szCs w:val="20"/>
          <w:lang w:eastAsia="en-US"/>
          <w14:ligatures w14:val="standardContextual"/>
        </w:rPr>
      </w:pPr>
      <w:r w:rsidRPr="008B73B8">
        <w:rPr>
          <w:rFonts w:ascii="Arial" w:hAnsi="Arial" w:cs="Arial"/>
          <w:szCs w:val="20"/>
        </w:rPr>
        <w:t xml:space="preserve">Ondertussen lopen Shanti en Tabaqui door de donkere jungle. Shanti heeft het gevoel dat Tabaqui haar niet naar de Raadrots brengt en ook </w:t>
      </w:r>
      <w:r w:rsidRPr="008B73B8">
        <w:rPr>
          <w:rFonts w:ascii="Arial" w:eastAsiaTheme="minorHAnsi" w:hAnsi="Arial" w:cs="Arial"/>
          <w:szCs w:val="20"/>
          <w:lang w:eastAsia="en-US"/>
          <w14:ligatures w14:val="standardContextual"/>
        </w:rPr>
        <w:t xml:space="preserve">dat iets hen op afstand in de gaten houdt. Shanti plaatst onopvallend willekeurige tekens in het zand. Na enige tijd komen Shanti en Tabaqui aan bij de Emaarate Ruïne. Shanti kijkt verontwaardigd naar Tabaqui en uit de struiken komt Shere Khan aangeslopen. Shanti komt erachter dat die 2 haar bewust naar de ruïne gelokt hebben en ze vlucht de ruïne in, Tabaqui en Shere Khan achtervolgen haar. Ze rent de trappen op, pakt de smalste gangen en raakt op deze manier Shere Khan al kwijt. </w:t>
      </w:r>
    </w:p>
    <w:p w14:paraId="11355F0B" w14:textId="77777777" w:rsidR="0059665D" w:rsidRPr="008B73B8" w:rsidRDefault="0059665D" w:rsidP="008B73B8">
      <w:pPr>
        <w:autoSpaceDE w:val="0"/>
        <w:autoSpaceDN w:val="0"/>
        <w:adjustRightInd w:val="0"/>
        <w:spacing w:line="240" w:lineRule="auto"/>
        <w:rPr>
          <w:rFonts w:ascii="Arial" w:eastAsiaTheme="minorHAnsi" w:hAnsi="Arial" w:cs="Arial"/>
          <w:szCs w:val="20"/>
          <w:lang w:eastAsia="en-US"/>
          <w14:ligatures w14:val="standardContextual"/>
        </w:rPr>
      </w:pPr>
    </w:p>
    <w:p w14:paraId="40FB5BA6" w14:textId="14D8CBD4" w:rsidR="00AA1495" w:rsidRPr="008B73B8" w:rsidRDefault="008B73B8" w:rsidP="008B73B8">
      <w:pPr>
        <w:pStyle w:val="NoSpacing"/>
        <w:rPr>
          <w:rFonts w:cs="Arial"/>
          <w:sz w:val="20"/>
          <w:szCs w:val="20"/>
        </w:rPr>
      </w:pPr>
      <w:r w:rsidRPr="008B73B8">
        <w:rPr>
          <w:rFonts w:cs="Arial"/>
          <w:sz w:val="20"/>
          <w:szCs w:val="20"/>
        </w:rPr>
        <w:t xml:space="preserve">Onderweg komt ze de Anansi tegen die haar vertelt dat er enkele geheime gangen in de ruïne zijn en Shanti maakt gebruik van dit advies. Per ongeluk opent ze de schatkamer en de deur valt op slot. Shanti zit opgesloten tussen al het goud. Shanti probeert de deur te openen, maar de deur zit op slot. Ze vindt een beeld dat een puzzel blijkt te zijn en die verwijst weer naar een andere puzzel. Buiten houden Shere Khan en Tabaqui de wacht bij de ruïne. Inmiddels zijn Bagheera, Baloe, Hathi, Chil, Akela en Mowgli op zoek naar Shanti en komen bij een spoor dat vermoedelijk van Shanti is. Ze kennen de tekens van de mensentaal niet, dus proberen ze te ontcijferen welke hints Shanti voor </w:t>
      </w:r>
      <w:r w:rsidR="00085FEF" w:rsidRPr="008B73B8">
        <w:rPr>
          <w:rFonts w:cs="Arial"/>
          <w:sz w:val="20"/>
          <w:szCs w:val="20"/>
        </w:rPr>
        <w:t>hen</w:t>
      </w:r>
      <w:r w:rsidRPr="008B73B8">
        <w:rPr>
          <w:rFonts w:cs="Arial"/>
          <w:sz w:val="20"/>
          <w:szCs w:val="20"/>
        </w:rPr>
        <w:t xml:space="preserve"> heeft achter gelaten. Zullen ze Shanti op tijd terugvinden?</w:t>
      </w:r>
    </w:p>
    <w:p w14:paraId="0B7F7E0D" w14:textId="07487A7E" w:rsidR="00AA1495" w:rsidRPr="008B73B8" w:rsidRDefault="00AA1495" w:rsidP="00753DB3">
      <w:pPr>
        <w:spacing w:after="160" w:line="259" w:lineRule="auto"/>
        <w:rPr>
          <w:rFonts w:ascii="Arial" w:eastAsiaTheme="majorEastAsia" w:hAnsi="Arial" w:cs="Arial"/>
          <w:color w:val="FFFFFF" w:themeColor="background1"/>
          <w:szCs w:val="20"/>
        </w:rPr>
      </w:pPr>
    </w:p>
    <w:sectPr w:rsidR="00AA1495" w:rsidRPr="008B73B8" w:rsidSect="0006730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929BA" w14:textId="77777777" w:rsidR="00E213E9" w:rsidRDefault="00E213E9" w:rsidP="00AA1495">
      <w:pPr>
        <w:spacing w:line="240" w:lineRule="auto"/>
      </w:pPr>
      <w:r>
        <w:separator/>
      </w:r>
    </w:p>
  </w:endnote>
  <w:endnote w:type="continuationSeparator" w:id="0">
    <w:p w14:paraId="5B01C63C" w14:textId="77777777" w:rsidR="00E213E9" w:rsidRDefault="00E213E9"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691364" w14:textId="77777777" w:rsidR="00E213E9" w:rsidRDefault="00E213E9" w:rsidP="00AA1495">
      <w:pPr>
        <w:spacing w:line="240" w:lineRule="auto"/>
      </w:pPr>
      <w:r>
        <w:separator/>
      </w:r>
    </w:p>
  </w:footnote>
  <w:footnote w:type="continuationSeparator" w:id="0">
    <w:p w14:paraId="50B6C71F" w14:textId="77777777" w:rsidR="00E213E9" w:rsidRDefault="00E213E9"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370722DC"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8B73B8">
      <w:rPr>
        <w:color w:val="FFFFFF" w:themeColor="background1"/>
      </w:rPr>
      <w:t>2019</w:t>
    </w:r>
  </w:p>
  <w:p w14:paraId="202BDF2E" w14:textId="77777777" w:rsidR="008B73B8" w:rsidRDefault="008B73B8" w:rsidP="008B73B8">
    <w:pPr>
      <w:pStyle w:val="Title"/>
      <w:rPr>
        <w:color w:val="FFFFFF" w:themeColor="background1"/>
      </w:rPr>
    </w:pPr>
    <w:r>
      <w:rPr>
        <w:color w:val="FFFFFF" w:themeColor="background1"/>
      </w:rPr>
      <w:t xml:space="preserve">Welpen thema 2019 </w:t>
    </w:r>
  </w:p>
  <w:p w14:paraId="5DD9FF90" w14:textId="6A1AE662" w:rsidR="008B73B8" w:rsidRPr="008B73B8" w:rsidRDefault="008B73B8" w:rsidP="008B73B8">
    <w:pPr>
      <w:pStyle w:val="Title"/>
      <w:rPr>
        <w:color w:val="FFFFFF" w:themeColor="background1"/>
      </w:rPr>
    </w:pPr>
    <w:r>
      <w:rPr>
        <w:color w:val="FFFFFF" w:themeColor="background1"/>
      </w:rPr>
      <w:t>De zoektocht naar Shanti</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67304"/>
    <w:rsid w:val="00075309"/>
    <w:rsid w:val="00085FEF"/>
    <w:rsid w:val="001068AA"/>
    <w:rsid w:val="001B594A"/>
    <w:rsid w:val="00302AD2"/>
    <w:rsid w:val="00440466"/>
    <w:rsid w:val="004F1D93"/>
    <w:rsid w:val="005153E6"/>
    <w:rsid w:val="005837D4"/>
    <w:rsid w:val="0059665D"/>
    <w:rsid w:val="005E31B0"/>
    <w:rsid w:val="00656311"/>
    <w:rsid w:val="006D1E8C"/>
    <w:rsid w:val="00753DB3"/>
    <w:rsid w:val="007812C9"/>
    <w:rsid w:val="00790541"/>
    <w:rsid w:val="00831E14"/>
    <w:rsid w:val="00835635"/>
    <w:rsid w:val="008B23FF"/>
    <w:rsid w:val="008B73B8"/>
    <w:rsid w:val="008D301C"/>
    <w:rsid w:val="009839E5"/>
    <w:rsid w:val="009B1B2C"/>
    <w:rsid w:val="00A15E9C"/>
    <w:rsid w:val="00AA1495"/>
    <w:rsid w:val="00BB3528"/>
    <w:rsid w:val="00BC2201"/>
    <w:rsid w:val="00CC37B9"/>
    <w:rsid w:val="00E213E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B73B8"/>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0</TotalTime>
  <Pages>1</Pages>
  <Words>315</Words>
  <Characters>1802</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2025-09-05T09:37:00Z</cp:lastPrinted>
  <dcterms:created xsi:type="dcterms:W3CDTF">2025-09-05T09:37:00Z</dcterms:created>
  <dcterms:modified xsi:type="dcterms:W3CDTF">2025-09-05T09:37:00Z</dcterms:modified>
</cp:coreProperties>
</file>